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35" w:rsidRDefault="00C03A3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3A35" w:rsidRPr="002E086A" w:rsidRDefault="00C03A3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БЕССТРАШНЕНСКОГО СЕЛЬСКОГО ПОСЕЛЕНИЯ </w:t>
      </w:r>
    </w:p>
    <w:p w:rsidR="00C03A35" w:rsidRDefault="00C03A35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C03A35" w:rsidRDefault="00C03A3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03A35" w:rsidRDefault="00C03A3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ВОСЕМЬДЕСЯТ ПЕРВАЯ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C03A35" w:rsidRPr="002E086A" w:rsidRDefault="00C03A35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C03A35" w:rsidRDefault="00C03A35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3A35" w:rsidRPr="002E086A" w:rsidRDefault="00C03A35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03A35" w:rsidRPr="001B3516" w:rsidRDefault="00C03A35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 ноября 2023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202</w:t>
      </w:r>
    </w:p>
    <w:p w:rsidR="00C03A35" w:rsidRPr="001B3516" w:rsidRDefault="00C03A35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ст-ца Бесстрашная</w:t>
      </w:r>
    </w:p>
    <w:p w:rsidR="00C03A35" w:rsidRDefault="00C03A35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C03A35" w:rsidRDefault="00C03A3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Бесстрашненского сельского поселения </w:t>
      </w:r>
    </w:p>
    <w:p w:rsidR="00C03A35" w:rsidRDefault="00C03A3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:rsidR="00C03A35" w:rsidRDefault="00C03A35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2024 год</w:t>
      </w:r>
    </w:p>
    <w:p w:rsidR="00C03A35" w:rsidRDefault="00C03A35" w:rsidP="00980963"/>
    <w:p w:rsidR="00C03A35" w:rsidRDefault="00C03A3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Бесстрашненского сельского поселения Отрадненского района от 24 мая 2022 года № 137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Бесстрашненском сельском поселении Отрадненского района», </w:t>
      </w:r>
    </w:p>
    <w:p w:rsidR="00C03A35" w:rsidRDefault="00C03A3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Совет Бесстрашненского сельского поселения Отрадненского района,             Р Е Ш И Л:</w:t>
      </w:r>
    </w:p>
    <w:p w:rsidR="00C03A35" w:rsidRDefault="00C03A3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год: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7 152 950,0  рублей;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7 152 950,0  рублей;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Бесстрашненского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рублей;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Бесстрашненского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2024 год в суммах согласно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2024 году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C03A35" w:rsidRDefault="00C03A3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C03A35" w:rsidRDefault="00C03A3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Бесстрашненского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>дов бюджета Бесстрашненского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C03A35" w:rsidRDefault="00C03A3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C03A35" w:rsidRDefault="00C03A3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2024 год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2024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03A35" w:rsidRDefault="00C03A35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C03A35" w:rsidRDefault="00C03A35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год: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рублей;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500,0 рублей.</w:t>
      </w:r>
    </w:p>
    <w:p w:rsidR="00C03A35" w:rsidRDefault="00C03A35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источников финансирования дефицитов бюджетов на 2024 год согласно 6 к настоящему Решению.</w:t>
      </w:r>
    </w:p>
    <w:p w:rsidR="00C03A35" w:rsidRPr="002E086A" w:rsidRDefault="00C03A35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2024 год  в сумме  12 000,0  рублей.</w:t>
      </w:r>
    </w:p>
    <w:p w:rsidR="00C03A35" w:rsidRPr="00980963" w:rsidRDefault="00C03A35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t>Статья 5</w:t>
      </w:r>
    </w:p>
    <w:p w:rsidR="00C03A35" w:rsidRDefault="00C03A3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Бесстрашненского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C03A35" w:rsidRDefault="00C03A35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2024 год в сумме 2 646 400,0 рублей.</w:t>
      </w:r>
    </w:p>
    <w:p w:rsidR="00C03A35" w:rsidRPr="002E086A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:rsidR="00C03A35" w:rsidRDefault="00C03A35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C16FE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24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Бесстрашненского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C03A35" w:rsidRPr="002E086A" w:rsidRDefault="00C03A35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Бесстрашненского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Бесстрашненского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2024 год  согласно приложению 8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sz w:val="28"/>
          <w:szCs w:val="28"/>
          <w:lang w:eastAsia="ru-RU"/>
        </w:rPr>
        <w:t>Бесстрашненского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C03A35" w:rsidRPr="002E086A" w:rsidRDefault="00C03A35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ых гарантий Бесстрашненского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в 2024 году получатели средств бюджета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Федерации, Краснодарского края и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 w:rsidRPr="00C6601D">
        <w:rPr>
          <w:color w:val="000000"/>
          <w:spacing w:val="-10"/>
          <w:sz w:val="28"/>
          <w:szCs w:val="28"/>
        </w:rPr>
        <w:t>2. 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Установить, что в 2024 году получатели средств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>
        <w:rPr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</w:p>
    <w:p w:rsidR="00C03A35" w:rsidRPr="00386B7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pacing w:val="-10"/>
          <w:sz w:val="28"/>
          <w:szCs w:val="28"/>
        </w:rPr>
      </w:pPr>
      <w:r w:rsidRPr="00386B7D">
        <w:rPr>
          <w:b/>
          <w:snapToGrid w:val="0"/>
          <w:color w:val="000000"/>
          <w:spacing w:val="-10"/>
          <w:sz w:val="28"/>
          <w:szCs w:val="28"/>
        </w:rPr>
        <w:t>Статья</w:t>
      </w:r>
      <w:r w:rsidRPr="00386B7D">
        <w:rPr>
          <w:b/>
          <w:color w:val="000000"/>
          <w:spacing w:val="-10"/>
          <w:sz w:val="28"/>
          <w:szCs w:val="28"/>
        </w:rPr>
        <w:t xml:space="preserve"> 10 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казначейское</w:t>
      </w:r>
      <w:r w:rsidRPr="00C6601D">
        <w:rPr>
          <w:color w:val="000000"/>
          <w:spacing w:val="-10"/>
          <w:sz w:val="28"/>
          <w:szCs w:val="28"/>
        </w:rPr>
        <w:t xml:space="preserve"> с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опровождение </w:t>
      </w:r>
      <w:r w:rsidRPr="00C6601D">
        <w:rPr>
          <w:color w:val="000000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/>
          <w:spacing w:val="-10"/>
          <w:sz w:val="28"/>
          <w:szCs w:val="28"/>
        </w:rPr>
        <w:t>.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2. Установить, что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района:</w:t>
      </w:r>
    </w:p>
    <w:p w:rsidR="00C03A35" w:rsidRPr="00C6601D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bCs/>
          <w:snapToGrid w:val="0"/>
          <w:color w:val="000000"/>
          <w:spacing w:val="-10"/>
          <w:sz w:val="28"/>
          <w:szCs w:val="28"/>
        </w:rPr>
        <w:t>Бесстрашненского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от 29 мая 2015 № 35 </w:t>
      </w:r>
      <w:r w:rsidRPr="00386B7D">
        <w:rPr>
          <w:color w:val="000000"/>
          <w:spacing w:val="-10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</w:t>
      </w:r>
      <w:r>
        <w:rPr>
          <w:color w:val="000000"/>
          <w:spacing w:val="-10"/>
          <w:sz w:val="28"/>
          <w:szCs w:val="28"/>
        </w:rPr>
        <w:t>муниципальных нужд Бесстрашненского</w:t>
      </w:r>
      <w:r w:rsidRPr="00386B7D">
        <w:rPr>
          <w:color w:val="000000"/>
          <w:spacing w:val="-10"/>
          <w:sz w:val="28"/>
          <w:szCs w:val="28"/>
        </w:rPr>
        <w:t xml:space="preserve"> сельского поселения Отрадненского района».</w:t>
      </w:r>
    </w:p>
    <w:p w:rsidR="00C03A35" w:rsidRPr="001B2547" w:rsidRDefault="00C03A35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:rsidR="00C03A35" w:rsidRPr="00C6601D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C03A35" w:rsidRPr="00980963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Бесстрашненского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:rsidR="00C03A35" w:rsidRPr="002E086A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Pr="00C6601D" w:rsidRDefault="00C03A35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2024 года.</w:t>
      </w: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Default="00C03A35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03A35" w:rsidRDefault="00C03A35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Бесстрашненского сельского</w:t>
      </w:r>
    </w:p>
    <w:p w:rsidR="00C03A35" w:rsidRDefault="00C03A35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А.В.Рязанцев</w:t>
      </w:r>
    </w:p>
    <w:p w:rsidR="00C03A35" w:rsidRDefault="00C03A35"/>
    <w:sectPr w:rsidR="00C03A35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B1B22"/>
    <w:rsid w:val="001B2547"/>
    <w:rsid w:val="001B3516"/>
    <w:rsid w:val="00293674"/>
    <w:rsid w:val="002E086A"/>
    <w:rsid w:val="00335D8B"/>
    <w:rsid w:val="00386B7D"/>
    <w:rsid w:val="00494396"/>
    <w:rsid w:val="00555B55"/>
    <w:rsid w:val="005F63CF"/>
    <w:rsid w:val="006364E3"/>
    <w:rsid w:val="00666686"/>
    <w:rsid w:val="006A34D9"/>
    <w:rsid w:val="00711CB5"/>
    <w:rsid w:val="00747848"/>
    <w:rsid w:val="00785157"/>
    <w:rsid w:val="008F6BC1"/>
    <w:rsid w:val="00980963"/>
    <w:rsid w:val="009B3972"/>
    <w:rsid w:val="00AE47CB"/>
    <w:rsid w:val="00B93347"/>
    <w:rsid w:val="00C00740"/>
    <w:rsid w:val="00C03A35"/>
    <w:rsid w:val="00C51636"/>
    <w:rsid w:val="00C6601D"/>
    <w:rsid w:val="00DC16FE"/>
    <w:rsid w:val="00DC3DCB"/>
    <w:rsid w:val="00E45374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5</Pages>
  <Words>1753</Words>
  <Characters>9997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2023-11-03T11:38:00Z</cp:lastPrinted>
  <dcterms:created xsi:type="dcterms:W3CDTF">2023-11-03T09:13:00Z</dcterms:created>
  <dcterms:modified xsi:type="dcterms:W3CDTF">2023-12-04T05:33:00Z</dcterms:modified>
</cp:coreProperties>
</file>