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8B8" w:rsidRPr="00612CED" w:rsidRDefault="00A058B8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A058B8" w:rsidRPr="00612CED" w:rsidRDefault="00A058B8" w:rsidP="006825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Pr="00612CED">
        <w:rPr>
          <w:sz w:val="28"/>
          <w:szCs w:val="28"/>
        </w:rPr>
        <w:t xml:space="preserve">к решению Совета </w:t>
      </w:r>
      <w:r>
        <w:rPr>
          <w:bCs/>
          <w:color w:val="000000"/>
          <w:sz w:val="28"/>
          <w:szCs w:val="28"/>
        </w:rPr>
        <w:t>Бесстрашненского</w:t>
      </w:r>
    </w:p>
    <w:p w:rsidR="00A058B8" w:rsidRPr="00612CED" w:rsidRDefault="00A058B8" w:rsidP="00B16C1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A058B8" w:rsidRPr="00612CED" w:rsidRDefault="00A058B8" w:rsidP="006825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28 декабря 2018 </w:t>
      </w:r>
      <w:r w:rsidRPr="00612CED">
        <w:rPr>
          <w:sz w:val="28"/>
          <w:szCs w:val="28"/>
        </w:rPr>
        <w:t>№</w:t>
      </w:r>
      <w:r>
        <w:rPr>
          <w:sz w:val="28"/>
          <w:szCs w:val="28"/>
        </w:rPr>
        <w:t>198</w:t>
      </w:r>
    </w:p>
    <w:p w:rsidR="00A058B8" w:rsidRPr="00612CED" w:rsidRDefault="00A058B8" w:rsidP="009F0947">
      <w:pPr>
        <w:pStyle w:val="Header"/>
        <w:tabs>
          <w:tab w:val="left" w:pos="4800"/>
        </w:tabs>
        <w:ind w:left="4800"/>
      </w:pPr>
    </w:p>
    <w:p w:rsidR="00A058B8" w:rsidRPr="00612CED" w:rsidRDefault="00A058B8" w:rsidP="009F0947">
      <w:pPr>
        <w:pStyle w:val="Header"/>
        <w:tabs>
          <w:tab w:val="left" w:pos="4800"/>
        </w:tabs>
        <w:ind w:left="4800"/>
      </w:pPr>
    </w:p>
    <w:p w:rsidR="00A058B8" w:rsidRPr="00612CED" w:rsidRDefault="00A058B8" w:rsidP="009F0947">
      <w:pPr>
        <w:pStyle w:val="Header"/>
        <w:tabs>
          <w:tab w:val="left" w:pos="4800"/>
        </w:tabs>
        <w:ind w:left="4800"/>
      </w:pPr>
    </w:p>
    <w:p w:rsidR="00A058B8" w:rsidRDefault="00A058B8"/>
    <w:tbl>
      <w:tblPr>
        <w:tblW w:w="13179" w:type="dxa"/>
        <w:tblInd w:w="-106" w:type="dxa"/>
        <w:tblLook w:val="0000"/>
      </w:tblPr>
      <w:tblGrid>
        <w:gridCol w:w="13179"/>
      </w:tblGrid>
      <w:tr w:rsidR="00A058B8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A058B8" w:rsidRPr="009824A1" w:rsidRDefault="00A058B8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 xml:space="preserve">бъем поступлений доходов в  бюджет </w:t>
            </w:r>
            <w:r>
              <w:rPr>
                <w:b/>
                <w:bCs/>
                <w:sz w:val="28"/>
                <w:szCs w:val="28"/>
              </w:rPr>
              <w:t>Бесстрашненского</w:t>
            </w:r>
            <w:r w:rsidRPr="005904F7">
              <w:rPr>
                <w:b/>
                <w:bCs/>
                <w:sz w:val="28"/>
                <w:szCs w:val="28"/>
              </w:rPr>
              <w:t xml:space="preserve"> сельского поселения  Отрадненского района по кодам видов (подвидов) доходов на 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A058B8" w:rsidRPr="00506C4A" w:rsidRDefault="00A058B8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A058B8" w:rsidRPr="009824A1" w:rsidTr="00840A41">
        <w:tc>
          <w:tcPr>
            <w:tcW w:w="3234" w:type="dxa"/>
            <w:vAlign w:val="center"/>
          </w:tcPr>
          <w:p w:rsidR="00A058B8" w:rsidRPr="009824A1" w:rsidRDefault="00A058B8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A058B8" w:rsidRPr="009824A1" w:rsidRDefault="00A058B8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A058B8" w:rsidRPr="009824A1" w:rsidRDefault="00A058B8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A058B8" w:rsidRPr="009824A1" w:rsidTr="00840A41">
        <w:tc>
          <w:tcPr>
            <w:tcW w:w="3234" w:type="dxa"/>
          </w:tcPr>
          <w:p w:rsidR="00A058B8" w:rsidRPr="009824A1" w:rsidRDefault="00A058B8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A058B8" w:rsidRPr="009824A1" w:rsidRDefault="00A058B8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A058B8" w:rsidRPr="009824A1" w:rsidRDefault="00A058B8" w:rsidP="002A109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2 992 459,00</w:t>
            </w:r>
          </w:p>
        </w:tc>
      </w:tr>
      <w:tr w:rsidR="00A058B8" w:rsidRPr="009824A1" w:rsidTr="00840A41">
        <w:tc>
          <w:tcPr>
            <w:tcW w:w="3234" w:type="dxa"/>
          </w:tcPr>
          <w:p w:rsidR="00A058B8" w:rsidRPr="009824A1" w:rsidRDefault="00A058B8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A058B8" w:rsidRPr="009824A1" w:rsidRDefault="00A058B8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A058B8" w:rsidRPr="009824A1" w:rsidRDefault="00A058B8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190 000,0</w:t>
            </w:r>
          </w:p>
        </w:tc>
      </w:tr>
      <w:tr w:rsidR="00A058B8" w:rsidRPr="009824A1" w:rsidTr="00840A41">
        <w:tc>
          <w:tcPr>
            <w:tcW w:w="3234" w:type="dxa"/>
          </w:tcPr>
          <w:p w:rsidR="00A058B8" w:rsidRPr="009824A1" w:rsidRDefault="00A058B8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A058B8" w:rsidRPr="009824A1" w:rsidRDefault="00A058B8" w:rsidP="00840A41">
            <w:pPr>
              <w:rPr>
                <w:sz w:val="28"/>
                <w:szCs w:val="28"/>
              </w:rPr>
            </w:pPr>
          </w:p>
          <w:p w:rsidR="00A058B8" w:rsidRPr="009824A1" w:rsidRDefault="00A058B8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A058B8" w:rsidRPr="009824A1" w:rsidRDefault="00A058B8" w:rsidP="00840A41">
            <w:pPr>
              <w:rPr>
                <w:sz w:val="28"/>
                <w:szCs w:val="28"/>
              </w:rPr>
            </w:pPr>
          </w:p>
          <w:p w:rsidR="00A058B8" w:rsidRPr="009824A1" w:rsidRDefault="00A058B8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A058B8" w:rsidRPr="009824A1" w:rsidRDefault="00A058B8" w:rsidP="00840A41">
            <w:pPr>
              <w:rPr>
                <w:sz w:val="28"/>
                <w:szCs w:val="28"/>
              </w:rPr>
            </w:pPr>
          </w:p>
          <w:p w:rsidR="00A058B8" w:rsidRPr="009824A1" w:rsidRDefault="00A058B8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A058B8" w:rsidRPr="009824A1" w:rsidRDefault="00A058B8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A058B8" w:rsidRPr="009824A1" w:rsidRDefault="00A058B8" w:rsidP="00840A41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1 861 859,00</w:t>
            </w:r>
          </w:p>
        </w:tc>
      </w:tr>
      <w:tr w:rsidR="00A058B8" w:rsidRPr="009824A1" w:rsidTr="00840A41">
        <w:tc>
          <w:tcPr>
            <w:tcW w:w="3234" w:type="dxa"/>
          </w:tcPr>
          <w:p w:rsidR="00A058B8" w:rsidRPr="009824A1" w:rsidRDefault="00A058B8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A058B8" w:rsidRPr="009824A1" w:rsidRDefault="00A058B8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A058B8" w:rsidRPr="009824A1" w:rsidRDefault="00A058B8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130 000,00</w:t>
            </w:r>
          </w:p>
        </w:tc>
      </w:tr>
      <w:tr w:rsidR="00A058B8" w:rsidRPr="009824A1" w:rsidTr="00840A41">
        <w:tc>
          <w:tcPr>
            <w:tcW w:w="3234" w:type="dxa"/>
          </w:tcPr>
          <w:p w:rsidR="00A058B8" w:rsidRPr="009824A1" w:rsidRDefault="00A058B8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A058B8" w:rsidRPr="009824A1" w:rsidRDefault="00A058B8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A058B8" w:rsidRPr="009824A1" w:rsidRDefault="00A058B8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110 000,00</w:t>
            </w:r>
          </w:p>
        </w:tc>
      </w:tr>
      <w:tr w:rsidR="00A058B8" w:rsidRPr="009824A1" w:rsidTr="00840A41">
        <w:tc>
          <w:tcPr>
            <w:tcW w:w="3234" w:type="dxa"/>
          </w:tcPr>
          <w:p w:rsidR="00A058B8" w:rsidRPr="009824A1" w:rsidRDefault="00A058B8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A058B8" w:rsidRPr="009824A1" w:rsidRDefault="00A058B8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A058B8" w:rsidRPr="009824A1" w:rsidRDefault="00A058B8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700 000,00</w:t>
            </w:r>
          </w:p>
        </w:tc>
      </w:tr>
      <w:tr w:rsidR="00A058B8" w:rsidRPr="009824A1" w:rsidTr="00B16C17">
        <w:trPr>
          <w:trHeight w:val="705"/>
        </w:trPr>
        <w:tc>
          <w:tcPr>
            <w:tcW w:w="3234" w:type="dxa"/>
          </w:tcPr>
          <w:p w:rsidR="00A058B8" w:rsidRPr="009824A1" w:rsidRDefault="00A058B8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4961" w:type="dxa"/>
          </w:tcPr>
          <w:p w:rsidR="00A058B8" w:rsidRPr="00B16C17" w:rsidRDefault="00A058B8" w:rsidP="00840A41">
            <w:pPr>
              <w:jc w:val="both"/>
              <w:rPr>
                <w:sz w:val="28"/>
                <w:szCs w:val="28"/>
              </w:rPr>
            </w:pPr>
            <w:r w:rsidRPr="00B16C17">
              <w:rPr>
                <w:sz w:val="28"/>
                <w:szCs w:val="28"/>
              </w:rPr>
              <w:t xml:space="preserve"> </w:t>
            </w:r>
            <w:r w:rsidRPr="00B16C17">
              <w:rPr>
                <w:color w:val="000000"/>
                <w:spacing w:val="-1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2" w:type="dxa"/>
          </w:tcPr>
          <w:p w:rsidR="00A058B8" w:rsidRPr="00B16C17" w:rsidRDefault="00A058B8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4</w:t>
            </w:r>
            <w:r w:rsidRPr="00B16C17">
              <w:rPr>
                <w:sz w:val="28"/>
                <w:szCs w:val="28"/>
              </w:rPr>
              <w:t>00,0</w:t>
            </w:r>
          </w:p>
          <w:p w:rsidR="00A058B8" w:rsidRPr="00B16C17" w:rsidRDefault="00A058B8" w:rsidP="00840A41">
            <w:pPr>
              <w:rPr>
                <w:sz w:val="28"/>
                <w:szCs w:val="28"/>
              </w:rPr>
            </w:pPr>
          </w:p>
        </w:tc>
      </w:tr>
      <w:tr w:rsidR="00A058B8" w:rsidRPr="009824A1" w:rsidTr="00840A41">
        <w:trPr>
          <w:trHeight w:val="585"/>
        </w:trPr>
        <w:tc>
          <w:tcPr>
            <w:tcW w:w="3234" w:type="dxa"/>
          </w:tcPr>
          <w:p w:rsidR="00A058B8" w:rsidRPr="00B16C17" w:rsidRDefault="00A058B8" w:rsidP="00840A41">
            <w:pPr>
              <w:rPr>
                <w:sz w:val="28"/>
                <w:szCs w:val="28"/>
              </w:rPr>
            </w:pPr>
            <w:r w:rsidRPr="00B16C17">
              <w:rPr>
                <w:color w:val="000000"/>
                <w:spacing w:val="-3"/>
                <w:sz w:val="28"/>
                <w:szCs w:val="28"/>
              </w:rPr>
              <w:t>1 16 90050 10 0000 140</w:t>
            </w:r>
          </w:p>
        </w:tc>
        <w:tc>
          <w:tcPr>
            <w:tcW w:w="4961" w:type="dxa"/>
          </w:tcPr>
          <w:p w:rsidR="00A058B8" w:rsidRPr="00B16C17" w:rsidRDefault="00A058B8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 </w:t>
            </w:r>
            <w:r w:rsidRPr="00B16C17">
              <w:rPr>
                <w:color w:val="000000"/>
                <w:spacing w:val="1"/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B16C17">
              <w:rPr>
                <w:spacing w:val="1"/>
                <w:sz w:val="28"/>
                <w:szCs w:val="28"/>
              </w:rPr>
              <w:t>сельских</w:t>
            </w:r>
            <w:r w:rsidRPr="00B16C17">
              <w:rPr>
                <w:color w:val="000000"/>
                <w:spacing w:val="1"/>
                <w:sz w:val="28"/>
                <w:szCs w:val="28"/>
              </w:rPr>
              <w:t xml:space="preserve"> поселений</w:t>
            </w:r>
          </w:p>
        </w:tc>
        <w:tc>
          <w:tcPr>
            <w:tcW w:w="1842" w:type="dxa"/>
          </w:tcPr>
          <w:p w:rsidR="00A058B8" w:rsidRPr="009824A1" w:rsidRDefault="00A058B8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200,00</w:t>
            </w:r>
          </w:p>
          <w:p w:rsidR="00A058B8" w:rsidRPr="009824A1" w:rsidRDefault="00A058B8" w:rsidP="00840A41">
            <w:pPr>
              <w:rPr>
                <w:sz w:val="28"/>
                <w:szCs w:val="28"/>
              </w:rPr>
            </w:pPr>
          </w:p>
        </w:tc>
      </w:tr>
      <w:tr w:rsidR="00A058B8" w:rsidRPr="009824A1" w:rsidTr="00840A41">
        <w:tc>
          <w:tcPr>
            <w:tcW w:w="3234" w:type="dxa"/>
          </w:tcPr>
          <w:p w:rsidR="00A058B8" w:rsidRPr="009824A1" w:rsidRDefault="00A058B8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A058B8" w:rsidRPr="009824A1" w:rsidRDefault="00A058B8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A058B8" w:rsidRPr="009824A1" w:rsidRDefault="00A058B8" w:rsidP="002A109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3 608 100,0</w:t>
            </w:r>
          </w:p>
        </w:tc>
      </w:tr>
      <w:tr w:rsidR="00A058B8" w:rsidRPr="009824A1" w:rsidTr="00E23E5C">
        <w:trPr>
          <w:trHeight w:val="1185"/>
        </w:trPr>
        <w:tc>
          <w:tcPr>
            <w:tcW w:w="3234" w:type="dxa"/>
          </w:tcPr>
          <w:p w:rsidR="00A058B8" w:rsidRPr="009824A1" w:rsidRDefault="00A058B8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000 00 0000 151</w:t>
            </w:r>
          </w:p>
        </w:tc>
        <w:tc>
          <w:tcPr>
            <w:tcW w:w="4961" w:type="dxa"/>
          </w:tcPr>
          <w:p w:rsidR="00A058B8" w:rsidRDefault="00A058B8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Дотации бюджетам поселений на выравнивание бюджетной обеспеченности *</w:t>
            </w:r>
          </w:p>
          <w:p w:rsidR="00A058B8" w:rsidRPr="009824A1" w:rsidRDefault="00A058B8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A058B8" w:rsidRPr="009824A1" w:rsidRDefault="00A058B8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2 160 100,0</w:t>
            </w:r>
          </w:p>
        </w:tc>
      </w:tr>
      <w:tr w:rsidR="00A058B8" w:rsidRPr="009824A1" w:rsidTr="00840A41">
        <w:trPr>
          <w:trHeight w:val="420"/>
        </w:trPr>
        <w:tc>
          <w:tcPr>
            <w:tcW w:w="3234" w:type="dxa"/>
          </w:tcPr>
          <w:p w:rsidR="00A058B8" w:rsidRDefault="00A058B8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2 02 02000 00 0000 151</w:t>
            </w:r>
          </w:p>
        </w:tc>
        <w:tc>
          <w:tcPr>
            <w:tcW w:w="4961" w:type="dxa"/>
          </w:tcPr>
          <w:p w:rsidR="00A058B8" w:rsidRPr="009824A1" w:rsidRDefault="00A058B8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1842" w:type="dxa"/>
          </w:tcPr>
          <w:p w:rsidR="00A058B8" w:rsidRDefault="00A058B8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1 349 300,0</w:t>
            </w:r>
          </w:p>
        </w:tc>
      </w:tr>
      <w:tr w:rsidR="00A058B8" w:rsidRPr="009824A1" w:rsidTr="00840A41">
        <w:tc>
          <w:tcPr>
            <w:tcW w:w="3234" w:type="dxa"/>
          </w:tcPr>
          <w:p w:rsidR="00A058B8" w:rsidRPr="009824A1" w:rsidRDefault="00A058B8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000 00 0000 151</w:t>
            </w:r>
          </w:p>
        </w:tc>
        <w:tc>
          <w:tcPr>
            <w:tcW w:w="4961" w:type="dxa"/>
          </w:tcPr>
          <w:p w:rsidR="00A058B8" w:rsidRPr="009824A1" w:rsidRDefault="00A058B8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842" w:type="dxa"/>
          </w:tcPr>
          <w:p w:rsidR="00A058B8" w:rsidRPr="009824A1" w:rsidRDefault="00A058B8" w:rsidP="00D93543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84 200,00</w:t>
            </w:r>
          </w:p>
        </w:tc>
      </w:tr>
      <w:tr w:rsidR="00A058B8" w:rsidRPr="009824A1" w:rsidTr="00840A41">
        <w:tc>
          <w:tcPr>
            <w:tcW w:w="3234" w:type="dxa"/>
          </w:tcPr>
          <w:p w:rsidR="00A058B8" w:rsidRPr="009824A1" w:rsidRDefault="00A058B8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2 02 40000 00 0000 151</w:t>
            </w:r>
          </w:p>
        </w:tc>
        <w:tc>
          <w:tcPr>
            <w:tcW w:w="4961" w:type="dxa"/>
          </w:tcPr>
          <w:p w:rsidR="00A058B8" w:rsidRPr="009824A1" w:rsidRDefault="00A058B8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2" w:type="dxa"/>
          </w:tcPr>
          <w:p w:rsidR="00A058B8" w:rsidRDefault="00A058B8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14 500,00</w:t>
            </w:r>
          </w:p>
        </w:tc>
      </w:tr>
      <w:tr w:rsidR="00A058B8" w:rsidRPr="009824A1" w:rsidTr="00840A41">
        <w:trPr>
          <w:trHeight w:val="248"/>
        </w:trPr>
        <w:tc>
          <w:tcPr>
            <w:tcW w:w="3234" w:type="dxa"/>
          </w:tcPr>
          <w:p w:rsidR="00A058B8" w:rsidRPr="009824A1" w:rsidRDefault="00A058B8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A058B8" w:rsidRPr="009824A1" w:rsidRDefault="00A058B8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A058B8" w:rsidRPr="0064467E" w:rsidRDefault="00A058B8" w:rsidP="0064467E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6 600 559,0</w:t>
            </w:r>
          </w:p>
        </w:tc>
      </w:tr>
      <w:tr w:rsidR="00A058B8" w:rsidRPr="009824A1" w:rsidTr="00840A41">
        <w:trPr>
          <w:trHeight w:val="248"/>
        </w:trPr>
        <w:tc>
          <w:tcPr>
            <w:tcW w:w="10037" w:type="dxa"/>
            <w:gridSpan w:val="3"/>
          </w:tcPr>
          <w:p w:rsidR="00A058B8" w:rsidRDefault="00A058B8" w:rsidP="00840A41">
            <w:pPr>
              <w:rPr>
                <w:sz w:val="28"/>
                <w:szCs w:val="28"/>
              </w:rPr>
            </w:pPr>
          </w:p>
          <w:p w:rsidR="00A058B8" w:rsidRPr="009824A1" w:rsidRDefault="00A058B8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По видам и подвидам доходов, входящим в соответствующий группировочный код бюджетной классификации, зачисленным в бюджет </w:t>
            </w:r>
            <w:r>
              <w:rPr>
                <w:sz w:val="28"/>
                <w:szCs w:val="28"/>
              </w:rPr>
              <w:t>Бесстрашненского</w:t>
            </w:r>
            <w:r w:rsidRPr="009824A1">
              <w:rPr>
                <w:sz w:val="28"/>
                <w:szCs w:val="28"/>
              </w:rPr>
              <w:t xml:space="preserve">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A058B8" w:rsidRDefault="00A058B8"/>
    <w:p w:rsidR="00A058B8" w:rsidRDefault="00A058B8"/>
    <w:p w:rsidR="00A058B8" w:rsidRDefault="00A058B8"/>
    <w:p w:rsidR="00A058B8" w:rsidRPr="007040A4" w:rsidRDefault="00A058B8" w:rsidP="007040A4">
      <w:pPr>
        <w:jc w:val="both"/>
        <w:rPr>
          <w:sz w:val="28"/>
          <w:szCs w:val="20"/>
        </w:rPr>
      </w:pPr>
      <w:r>
        <w:rPr>
          <w:sz w:val="28"/>
          <w:szCs w:val="20"/>
        </w:rPr>
        <w:t>Глава</w:t>
      </w:r>
      <w:r w:rsidRPr="007040A4">
        <w:rPr>
          <w:sz w:val="28"/>
          <w:szCs w:val="20"/>
        </w:rPr>
        <w:t xml:space="preserve"> администрации</w:t>
      </w:r>
    </w:p>
    <w:p w:rsidR="00A058B8" w:rsidRPr="007040A4" w:rsidRDefault="00A058B8" w:rsidP="007040A4">
      <w:pPr>
        <w:jc w:val="both"/>
        <w:rPr>
          <w:sz w:val="28"/>
          <w:szCs w:val="20"/>
        </w:rPr>
      </w:pPr>
      <w:r>
        <w:rPr>
          <w:sz w:val="28"/>
          <w:szCs w:val="20"/>
        </w:rPr>
        <w:t>Бесстрашненского</w:t>
      </w:r>
      <w:r w:rsidRPr="007040A4">
        <w:rPr>
          <w:sz w:val="28"/>
          <w:szCs w:val="20"/>
        </w:rPr>
        <w:t xml:space="preserve"> сельского поселения </w:t>
      </w:r>
    </w:p>
    <w:p w:rsidR="00A058B8" w:rsidRPr="007040A4" w:rsidRDefault="00A058B8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Отрадненского района                                                                       </w:t>
      </w:r>
      <w:r>
        <w:rPr>
          <w:sz w:val="28"/>
          <w:szCs w:val="20"/>
        </w:rPr>
        <w:t>В.Б.Панин</w:t>
      </w:r>
    </w:p>
    <w:p w:rsidR="00A058B8" w:rsidRDefault="00A058B8"/>
    <w:sectPr w:rsidR="00A058B8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5D6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27F88"/>
    <w:rsid w:val="00130B35"/>
    <w:rsid w:val="001310A1"/>
    <w:rsid w:val="00133274"/>
    <w:rsid w:val="001372E1"/>
    <w:rsid w:val="00137DE1"/>
    <w:rsid w:val="001410FB"/>
    <w:rsid w:val="001440AB"/>
    <w:rsid w:val="00153D40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37CF"/>
    <w:rsid w:val="002A446F"/>
    <w:rsid w:val="002A4A1B"/>
    <w:rsid w:val="002A4E1B"/>
    <w:rsid w:val="002A745D"/>
    <w:rsid w:val="002A79FF"/>
    <w:rsid w:val="002B07FB"/>
    <w:rsid w:val="002B1597"/>
    <w:rsid w:val="002B3A6E"/>
    <w:rsid w:val="002B3B4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644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3639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4792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A5764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867"/>
    <w:rsid w:val="00505DF1"/>
    <w:rsid w:val="00506C38"/>
    <w:rsid w:val="00506C4A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5F18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255C"/>
    <w:rsid w:val="00687B18"/>
    <w:rsid w:val="006905B5"/>
    <w:rsid w:val="0069200C"/>
    <w:rsid w:val="00695682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3F40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243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2EC9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A027E0"/>
    <w:rsid w:val="00A058B8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51E1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45CB"/>
    <w:rsid w:val="00C156BD"/>
    <w:rsid w:val="00C2091F"/>
    <w:rsid w:val="00C2097B"/>
    <w:rsid w:val="00C2230C"/>
    <w:rsid w:val="00C24C8A"/>
    <w:rsid w:val="00C277C5"/>
    <w:rsid w:val="00C31623"/>
    <w:rsid w:val="00C31CEB"/>
    <w:rsid w:val="00C32569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37B2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B8E"/>
    <w:rsid w:val="00CB0D54"/>
    <w:rsid w:val="00CB6C3F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13C84"/>
    <w:rsid w:val="00E21EFE"/>
    <w:rsid w:val="00E23E5C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4AC9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520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0D2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17CF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E55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2EC9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2</Pages>
  <Words>459</Words>
  <Characters>2620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32</cp:revision>
  <cp:lastPrinted>2017-12-12T12:13:00Z</cp:lastPrinted>
  <dcterms:created xsi:type="dcterms:W3CDTF">2014-10-30T13:45:00Z</dcterms:created>
  <dcterms:modified xsi:type="dcterms:W3CDTF">2019-03-31T13:32:00Z</dcterms:modified>
</cp:coreProperties>
</file>