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B0" w:rsidRPr="00AB277F" w:rsidRDefault="005A14B0" w:rsidP="00AB277F">
      <w:bookmarkStart w:id="0" w:name="_GoBack"/>
      <w:bookmarkEnd w:id="0"/>
      <w:r>
        <w:t xml:space="preserve">                                                                                 </w:t>
      </w:r>
      <w:r w:rsidRPr="00AB277F">
        <w:t>Приложение 8</w:t>
      </w:r>
    </w:p>
    <w:p w:rsidR="005A14B0" w:rsidRPr="00AB277F" w:rsidRDefault="005A14B0" w:rsidP="008B59A5">
      <w:pPr>
        <w:jc w:val="center"/>
      </w:pPr>
      <w:r>
        <w:t xml:space="preserve">                                                                   </w:t>
      </w:r>
      <w:r w:rsidRPr="00AB277F">
        <w:t xml:space="preserve">к решению Совета   </w:t>
      </w:r>
      <w:r>
        <w:t>Бесстрашненского</w:t>
      </w:r>
    </w:p>
    <w:p w:rsidR="005A14B0" w:rsidRDefault="005A14B0" w:rsidP="00AB277F">
      <w:r w:rsidRPr="00AB277F">
        <w:t xml:space="preserve">                                        </w:t>
      </w:r>
      <w:r>
        <w:t xml:space="preserve">                            </w:t>
      </w:r>
      <w:r w:rsidRPr="00AB277F">
        <w:t xml:space="preserve">сельского поселения </w:t>
      </w:r>
      <w:r>
        <w:t xml:space="preserve">                  </w:t>
      </w:r>
    </w:p>
    <w:p w:rsidR="005A14B0" w:rsidRPr="00AB277F" w:rsidRDefault="005A14B0" w:rsidP="00AB277F">
      <w:r>
        <w:t xml:space="preserve">                                                                    </w:t>
      </w:r>
      <w:r w:rsidRPr="00AB277F">
        <w:t>Отрадненского района</w:t>
      </w:r>
    </w:p>
    <w:p w:rsidR="005A14B0" w:rsidRPr="000C47CA" w:rsidRDefault="005A14B0" w:rsidP="00AB277F">
      <w:pPr>
        <w:tabs>
          <w:tab w:val="left" w:pos="4800"/>
        </w:tabs>
      </w:pPr>
      <w:r w:rsidRPr="00AB277F">
        <w:t xml:space="preserve">                                                              </w:t>
      </w:r>
      <w:r>
        <w:t xml:space="preserve">       </w:t>
      </w:r>
      <w:r w:rsidRPr="00AB277F">
        <w:t xml:space="preserve">от </w:t>
      </w:r>
      <w:r w:rsidRPr="000C47CA">
        <w:t>28 декабря 2018 года № 198</w:t>
      </w:r>
    </w:p>
    <w:p w:rsidR="005A14B0" w:rsidRDefault="005A14B0" w:rsidP="00AB277F">
      <w:pPr>
        <w:tabs>
          <w:tab w:val="left" w:pos="4800"/>
        </w:tabs>
        <w:jc w:val="right"/>
      </w:pPr>
      <w:r>
        <w:t xml:space="preserve">  </w:t>
      </w:r>
    </w:p>
    <w:p w:rsidR="005A14B0" w:rsidRDefault="005A14B0" w:rsidP="00AB277F">
      <w:pPr>
        <w:jc w:val="right"/>
      </w:pPr>
      <w:r>
        <w:t xml:space="preserve">                     </w:t>
      </w:r>
    </w:p>
    <w:p w:rsidR="005A14B0" w:rsidRDefault="005A14B0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внутреннего финансирования дефицита  бюджета </w:t>
      </w:r>
      <w:r>
        <w:rPr>
          <w:b/>
        </w:rPr>
        <w:t>Бесстрашненского</w:t>
      </w:r>
      <w:r w:rsidRPr="00AB277F">
        <w:rPr>
          <w:b/>
        </w:rPr>
        <w:t xml:space="preserve"> сельского поселения Отрадненского района, перечень статей источников финансирования дефицита бюджета на 201</w:t>
      </w:r>
      <w:r>
        <w:rPr>
          <w:b/>
        </w:rPr>
        <w:t>8</w:t>
      </w:r>
      <w:r w:rsidRPr="00AB277F">
        <w:rPr>
          <w:b/>
        </w:rPr>
        <w:t xml:space="preserve"> год</w:t>
      </w:r>
    </w:p>
    <w:p w:rsidR="005A14B0" w:rsidRDefault="005A14B0" w:rsidP="00AB277F">
      <w:pPr>
        <w:spacing w:line="360" w:lineRule="auto"/>
        <w:jc w:val="center"/>
        <w:rPr>
          <w:b/>
        </w:rPr>
      </w:pPr>
    </w:p>
    <w:tbl>
      <w:tblPr>
        <w:tblW w:w="10296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5A14B0" w:rsidRPr="00776474" w:rsidTr="00E6383B">
        <w:trPr>
          <w:trHeight w:val="1374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776474" w:rsidRDefault="005A14B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776474" w:rsidRDefault="005A14B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776474" w:rsidRDefault="005A14B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5A14B0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62756D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776474" w:rsidRDefault="005A14B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1 241 730,52</w:t>
            </w:r>
          </w:p>
        </w:tc>
      </w:tr>
      <w:tr w:rsidR="005A14B0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776474" w:rsidRDefault="005A14B0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1 241 730,52</w:t>
            </w:r>
          </w:p>
        </w:tc>
      </w:tr>
      <w:tr w:rsidR="005A14B0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5718BA" w:rsidRDefault="005A14B0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-6 600 559,0</w:t>
            </w:r>
          </w:p>
        </w:tc>
      </w:tr>
      <w:tr w:rsidR="005A14B0" w:rsidRPr="00776474" w:rsidTr="00E6383B">
        <w:trPr>
          <w:trHeight w:val="32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Pr="005718BA" w:rsidRDefault="005A14B0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-6 600 559,0</w:t>
            </w:r>
          </w:p>
        </w:tc>
      </w:tr>
      <w:tr w:rsidR="005A14B0" w:rsidRPr="00776474" w:rsidTr="00E6383B">
        <w:trPr>
          <w:trHeight w:val="37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14B0" w:rsidRPr="005718BA" w:rsidRDefault="005A14B0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-6 600 559,0</w:t>
            </w:r>
          </w:p>
        </w:tc>
      </w:tr>
      <w:tr w:rsidR="005A14B0" w:rsidRPr="00776474" w:rsidTr="00E6383B">
        <w:trPr>
          <w:trHeight w:val="446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B0" w:rsidRPr="00720AC3" w:rsidRDefault="005A14B0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-6 600 559,0</w:t>
            </w:r>
          </w:p>
        </w:tc>
      </w:tr>
      <w:tr w:rsidR="005A14B0" w:rsidRPr="00776474" w:rsidTr="00E6383B">
        <w:trPr>
          <w:trHeight w:val="584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F26AB2">
            <w:pPr>
              <w:jc w:val="center"/>
            </w:pPr>
            <w:r>
              <w:rPr>
                <w:bCs/>
              </w:rPr>
              <w:t>7 842 289,52</w:t>
            </w:r>
          </w:p>
        </w:tc>
      </w:tr>
      <w:tr w:rsidR="005A14B0" w:rsidRPr="00776474" w:rsidTr="00E6383B">
        <w:trPr>
          <w:trHeight w:val="267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14B0" w:rsidRDefault="005A14B0" w:rsidP="00F26AB2">
            <w:pPr>
              <w:jc w:val="center"/>
            </w:pPr>
            <w:r>
              <w:rPr>
                <w:bCs/>
              </w:rPr>
              <w:t>7 842 289,52</w:t>
            </w:r>
          </w:p>
        </w:tc>
      </w:tr>
      <w:tr w:rsidR="005A14B0" w:rsidRPr="00776474" w:rsidTr="00E6383B">
        <w:trPr>
          <w:trHeight w:val="24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F26AB2">
            <w:pPr>
              <w:jc w:val="center"/>
            </w:pPr>
            <w:r>
              <w:rPr>
                <w:bCs/>
              </w:rPr>
              <w:t>7 842 289,52</w:t>
            </w:r>
          </w:p>
        </w:tc>
      </w:tr>
      <w:tr w:rsidR="005A14B0" w:rsidRPr="00776474" w:rsidTr="00E6383B">
        <w:trPr>
          <w:trHeight w:val="53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4B0" w:rsidRDefault="005A14B0" w:rsidP="00F869AB">
            <w:pPr>
              <w:jc w:val="center"/>
            </w:pPr>
            <w:r>
              <w:rPr>
                <w:bCs/>
              </w:rPr>
              <w:t>7 842 289,52</w:t>
            </w:r>
          </w:p>
        </w:tc>
      </w:tr>
    </w:tbl>
    <w:p w:rsidR="005A14B0" w:rsidRDefault="005A14B0" w:rsidP="00AB277F">
      <w:pPr>
        <w:spacing w:line="360" w:lineRule="auto"/>
        <w:jc w:val="center"/>
      </w:pPr>
    </w:p>
    <w:p w:rsidR="005A14B0" w:rsidRDefault="005A14B0" w:rsidP="00AB277F">
      <w:r>
        <w:t xml:space="preserve">Глава  </w:t>
      </w:r>
    </w:p>
    <w:p w:rsidR="005A14B0" w:rsidRDefault="005A14B0" w:rsidP="00AB277F">
      <w:r>
        <w:t>Бесстрашненского сельского поселения</w:t>
      </w:r>
    </w:p>
    <w:p w:rsidR="005A14B0" w:rsidRDefault="005A14B0" w:rsidP="00AB277F">
      <w:r>
        <w:t xml:space="preserve">Отрадненского района                                                               В.Б. Панин    </w:t>
      </w:r>
    </w:p>
    <w:p w:rsidR="005A14B0" w:rsidRDefault="005A14B0" w:rsidP="00AB277F">
      <w:pPr>
        <w:pStyle w:val="Header"/>
        <w:tabs>
          <w:tab w:val="left" w:pos="4800"/>
        </w:tabs>
        <w:spacing w:line="360" w:lineRule="auto"/>
      </w:pPr>
    </w:p>
    <w:p w:rsidR="005A14B0" w:rsidRDefault="005A14B0"/>
    <w:sectPr w:rsidR="005A14B0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1E7B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75068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47CA"/>
    <w:rsid w:val="000C7BD7"/>
    <w:rsid w:val="000D0FD1"/>
    <w:rsid w:val="000D4B7D"/>
    <w:rsid w:val="000D509A"/>
    <w:rsid w:val="000D66F0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047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5E44"/>
    <w:rsid w:val="0017750A"/>
    <w:rsid w:val="0018053C"/>
    <w:rsid w:val="001816B2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A86"/>
    <w:rsid w:val="00206B64"/>
    <w:rsid w:val="00210BBF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894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3B59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1B72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6D0"/>
    <w:rsid w:val="00427D1F"/>
    <w:rsid w:val="00431E5A"/>
    <w:rsid w:val="00432133"/>
    <w:rsid w:val="0043351E"/>
    <w:rsid w:val="00433D87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D6EE1"/>
    <w:rsid w:val="004E1176"/>
    <w:rsid w:val="004E3CEA"/>
    <w:rsid w:val="004E461F"/>
    <w:rsid w:val="004E77FD"/>
    <w:rsid w:val="004F06AE"/>
    <w:rsid w:val="004F31A8"/>
    <w:rsid w:val="004F3B4E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4B0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D7AF5"/>
    <w:rsid w:val="005E09D8"/>
    <w:rsid w:val="005E1F1F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248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3EF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32B1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22C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1F89"/>
    <w:rsid w:val="008235C7"/>
    <w:rsid w:val="00823C7B"/>
    <w:rsid w:val="00826364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8761B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59A5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8F55CB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696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1AF2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0755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0E57"/>
    <w:rsid w:val="00AD7B62"/>
    <w:rsid w:val="00AE1AA8"/>
    <w:rsid w:val="00AE27FD"/>
    <w:rsid w:val="00AE3D5F"/>
    <w:rsid w:val="00AF1A95"/>
    <w:rsid w:val="00AF4174"/>
    <w:rsid w:val="00AF7C22"/>
    <w:rsid w:val="00B01B79"/>
    <w:rsid w:val="00B03ED1"/>
    <w:rsid w:val="00B04BA6"/>
    <w:rsid w:val="00B06AEA"/>
    <w:rsid w:val="00B10C3E"/>
    <w:rsid w:val="00B16667"/>
    <w:rsid w:val="00B174AE"/>
    <w:rsid w:val="00B2278D"/>
    <w:rsid w:val="00B22E36"/>
    <w:rsid w:val="00B232DA"/>
    <w:rsid w:val="00B2353C"/>
    <w:rsid w:val="00B2408F"/>
    <w:rsid w:val="00B32231"/>
    <w:rsid w:val="00B3285D"/>
    <w:rsid w:val="00B372AC"/>
    <w:rsid w:val="00B37668"/>
    <w:rsid w:val="00B42467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383E"/>
    <w:rsid w:val="00BB2B18"/>
    <w:rsid w:val="00BB3A41"/>
    <w:rsid w:val="00BB52F2"/>
    <w:rsid w:val="00BB5622"/>
    <w:rsid w:val="00BB5A92"/>
    <w:rsid w:val="00BB7235"/>
    <w:rsid w:val="00BB7985"/>
    <w:rsid w:val="00BB7E16"/>
    <w:rsid w:val="00BC4EBE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E7940"/>
    <w:rsid w:val="00BE7987"/>
    <w:rsid w:val="00BF0E2E"/>
    <w:rsid w:val="00BF39CF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6ECE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B46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1498"/>
    <w:rsid w:val="00E6383B"/>
    <w:rsid w:val="00E65840"/>
    <w:rsid w:val="00E70906"/>
    <w:rsid w:val="00E723EA"/>
    <w:rsid w:val="00E72D05"/>
    <w:rsid w:val="00E76FFD"/>
    <w:rsid w:val="00E777BA"/>
    <w:rsid w:val="00E828A0"/>
    <w:rsid w:val="00E830AA"/>
    <w:rsid w:val="00E848F6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23F5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A7501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296</Words>
  <Characters>1689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2017-11-10T06:31:00Z</dcterms:created>
  <dcterms:modified xsi:type="dcterms:W3CDTF">2019-03-31T13:52:00Z</dcterms:modified>
</cp:coreProperties>
</file>